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3BCDD940" w:rsidR="00421E32" w:rsidRDefault="005F009C" w:rsidP="008B6E64">
      <w:pPr>
        <w:pStyle w:val="Heading1"/>
      </w:pPr>
      <w:r w:rsidRPr="007F3777">
        <w:t xml:space="preserve">REQUEST FOR </w:t>
      </w:r>
      <w:r w:rsidR="009C728C">
        <w:t>QUOTATION</w:t>
      </w:r>
      <w:r w:rsidR="00EA5718" w:rsidRPr="007F3777">
        <w:br/>
      </w:r>
      <w:r w:rsidR="00090751" w:rsidRPr="00090751">
        <w:t>TIME SCHEDULE FOR THE RF</w:t>
      </w:r>
      <w:r w:rsidR="009C728C">
        <w:t>Q</w:t>
      </w:r>
      <w:r w:rsidR="00090751" w:rsidRPr="00090751">
        <w:t>/PROCUREMENT PROCESS</w:t>
      </w:r>
    </w:p>
    <w:p w14:paraId="63145167" w14:textId="77777777" w:rsidR="008B6E64" w:rsidRPr="008B6E64" w:rsidRDefault="008B6E64" w:rsidP="008B6E64">
      <w:pPr>
        <w:rPr>
          <w:lang w:val="en-GB" w:eastAsia="en-GB"/>
        </w:rPr>
      </w:pPr>
    </w:p>
    <w:p w14:paraId="002A6A00" w14:textId="41D18AC0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8B6E64">
        <w:rPr>
          <w:rStyle w:val="Strong"/>
          <w:rFonts w:asciiTheme="minorHAnsi" w:hAnsiTheme="minorHAnsi" w:cstheme="minorHAnsi"/>
          <w:lang w:val="en-GB"/>
        </w:rPr>
        <w:t>15-G005-22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796F4AAE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r w:rsidR="00D85E1B">
        <w:rPr>
          <w:rStyle w:val="Hyperlink"/>
          <w:rFonts w:ascii="Calibri" w:hAnsi="Calibri" w:cs="Calibri"/>
          <w:lang w:val="en-GB"/>
        </w:rPr>
        <w:t>www.procurement.gov.ki/opentender</w:t>
      </w:r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5"/>
        <w:gridCol w:w="1890"/>
        <w:gridCol w:w="3240"/>
      </w:tblGrid>
      <w:tr w:rsidR="00B0293A" w:rsidRPr="00A33618" w14:paraId="07FCC147" w14:textId="77777777" w:rsidTr="00DE4A68">
        <w:tc>
          <w:tcPr>
            <w:tcW w:w="4315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1890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3240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DE4A68">
        <w:tc>
          <w:tcPr>
            <w:tcW w:w="4315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1890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0710C066" w14:textId="0E0151E1" w:rsidR="00B0293A" w:rsidRPr="00532E97" w:rsidRDefault="008B6E64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</w:t>
            </w:r>
            <w:r w:rsidR="00E67D1A">
              <w:rPr>
                <w:rFonts w:ascii="Calibri" w:hAnsi="Calibri"/>
                <w:szCs w:val="20"/>
              </w:rPr>
              <w:t>/08</w:t>
            </w:r>
            <w:r w:rsidR="00230794">
              <w:rPr>
                <w:rFonts w:ascii="Calibri" w:hAnsi="Calibri"/>
                <w:szCs w:val="20"/>
              </w:rPr>
              <w:t>/2022</w:t>
            </w:r>
            <w:r w:rsidR="00DE4A68">
              <w:rPr>
                <w:rFonts w:ascii="Calibri" w:hAnsi="Calibri"/>
                <w:szCs w:val="20"/>
              </w:rPr>
              <w:t xml:space="preserve"> 9:00 AM</w:t>
            </w:r>
          </w:p>
        </w:tc>
      </w:tr>
      <w:tr w:rsidR="00B0293A" w:rsidRPr="00A33618" w14:paraId="4D9567D4" w14:textId="77777777" w:rsidTr="00DE4A68">
        <w:tc>
          <w:tcPr>
            <w:tcW w:w="4315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1890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5089B299" w14:textId="64216CB4" w:rsidR="00B0293A" w:rsidRPr="00194728" w:rsidRDefault="008B6E64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="00E67D1A">
              <w:rPr>
                <w:rFonts w:ascii="Calibri" w:hAnsi="Calibri"/>
                <w:szCs w:val="20"/>
              </w:rPr>
              <w:t>/08</w:t>
            </w:r>
            <w:r w:rsidR="00230794">
              <w:rPr>
                <w:rFonts w:ascii="Calibri" w:hAnsi="Calibri"/>
                <w:szCs w:val="20"/>
              </w:rPr>
              <w:t>/2022</w:t>
            </w:r>
            <w:r w:rsidR="00DE4A68">
              <w:rPr>
                <w:rFonts w:ascii="Calibri" w:hAnsi="Calibri"/>
                <w:szCs w:val="20"/>
              </w:rPr>
              <w:t xml:space="preserve"> 9:00 – 4:00 PM</w:t>
            </w:r>
          </w:p>
        </w:tc>
      </w:tr>
      <w:tr w:rsidR="00B0293A" w:rsidRPr="00A33618" w14:paraId="2E8E3BDC" w14:textId="77777777" w:rsidTr="00DE4A68">
        <w:tc>
          <w:tcPr>
            <w:tcW w:w="4315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1890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4B0F8C82" w14:textId="269EA8F9" w:rsidR="00B0293A" w:rsidRPr="00194728" w:rsidRDefault="008B6E6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230794">
              <w:rPr>
                <w:rFonts w:ascii="Calibri" w:hAnsi="Calibri"/>
                <w:szCs w:val="20"/>
              </w:rPr>
              <w:t>/0</w:t>
            </w:r>
            <w:r w:rsidR="00E67D1A">
              <w:rPr>
                <w:rFonts w:ascii="Calibri" w:hAnsi="Calibri"/>
                <w:szCs w:val="20"/>
              </w:rPr>
              <w:t>8</w:t>
            </w:r>
            <w:r w:rsidR="00230794">
              <w:rPr>
                <w:rFonts w:ascii="Calibri" w:hAnsi="Calibri"/>
                <w:szCs w:val="20"/>
              </w:rPr>
              <w:t>/2022</w:t>
            </w:r>
            <w:r w:rsidR="00DE4A68">
              <w:rPr>
                <w:rFonts w:ascii="Calibri" w:hAnsi="Calibri"/>
                <w:szCs w:val="20"/>
              </w:rPr>
              <w:t xml:space="preserve"> 9:00 – 4:00 PM</w:t>
            </w:r>
          </w:p>
        </w:tc>
      </w:tr>
      <w:tr w:rsidR="00B0293A" w:rsidRPr="00A33618" w14:paraId="3D3C37BA" w14:textId="77777777" w:rsidTr="00DE4A68">
        <w:tc>
          <w:tcPr>
            <w:tcW w:w="4315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1890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2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49C86F82" w:rsidR="00B0293A" w:rsidRPr="00194728" w:rsidRDefault="008B6E64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05/09</w:t>
            </w:r>
            <w:r w:rsidR="00230794">
              <w:rPr>
                <w:rFonts w:ascii="Calibri" w:hAnsi="Calibri"/>
                <w:szCs w:val="20"/>
              </w:rPr>
              <w:t>/2022</w:t>
            </w:r>
            <w:r w:rsidR="00DE4A68">
              <w:rPr>
                <w:rFonts w:ascii="Calibri" w:hAnsi="Calibri"/>
                <w:szCs w:val="20"/>
              </w:rPr>
              <w:t xml:space="preserve"> 9:00 – 4:00 PM</w:t>
            </w:r>
          </w:p>
        </w:tc>
      </w:tr>
      <w:tr w:rsidR="00B0293A" w:rsidRPr="00A33618" w14:paraId="1D91F0FB" w14:textId="77777777" w:rsidTr="00DE4A68">
        <w:tc>
          <w:tcPr>
            <w:tcW w:w="4315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1890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1E8CE09F" w14:textId="0DF5C74C" w:rsidR="00B0293A" w:rsidRPr="00194728" w:rsidRDefault="008B6E64" w:rsidP="00DE4A6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06/09</w:t>
            </w:r>
            <w:r w:rsidR="00230794">
              <w:rPr>
                <w:rFonts w:ascii="Calibri" w:hAnsi="Calibri"/>
                <w:szCs w:val="20"/>
              </w:rPr>
              <w:t>/2022</w:t>
            </w:r>
            <w:r w:rsidR="00DE4A68">
              <w:rPr>
                <w:rFonts w:ascii="Calibri" w:hAnsi="Calibri"/>
                <w:szCs w:val="20"/>
              </w:rPr>
              <w:t xml:space="preserve"> 2:00 PM</w:t>
            </w:r>
          </w:p>
        </w:tc>
      </w:tr>
      <w:tr w:rsidR="00B0293A" w:rsidRPr="00A33618" w14:paraId="5319267B" w14:textId="77777777" w:rsidTr="00DE4A68">
        <w:tc>
          <w:tcPr>
            <w:tcW w:w="4315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1890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1449178D" w14:textId="0D748E13" w:rsidR="00B0293A" w:rsidRPr="00194728" w:rsidRDefault="008B6E64" w:rsidP="003D4D5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</w:t>
            </w:r>
            <w:r w:rsidR="00E67D1A">
              <w:rPr>
                <w:rFonts w:ascii="Calibri" w:hAnsi="Calibri"/>
                <w:szCs w:val="20"/>
              </w:rPr>
              <w:t>/09</w:t>
            </w:r>
            <w:r w:rsidR="00230794">
              <w:rPr>
                <w:rFonts w:ascii="Calibri" w:hAnsi="Calibri"/>
                <w:szCs w:val="20"/>
              </w:rPr>
              <w:t>/2022</w:t>
            </w:r>
            <w:r w:rsidR="00DE4A68">
              <w:rPr>
                <w:rFonts w:ascii="Calibri" w:hAnsi="Calibri"/>
                <w:szCs w:val="20"/>
              </w:rPr>
              <w:t xml:space="preserve">   2:00 PM</w:t>
            </w:r>
          </w:p>
        </w:tc>
      </w:tr>
      <w:tr w:rsidR="00B0293A" w:rsidRPr="00A33618" w14:paraId="603C6C3A" w14:textId="77777777" w:rsidTr="00DE4A68">
        <w:tc>
          <w:tcPr>
            <w:tcW w:w="4315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1890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02ADCA74" w14:textId="4B7B254D" w:rsidR="00B0293A" w:rsidRPr="00194728" w:rsidRDefault="00E67D1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8B6E64">
              <w:rPr>
                <w:rFonts w:ascii="Calibri" w:hAnsi="Calibri"/>
                <w:szCs w:val="20"/>
              </w:rPr>
              <w:t>2</w:t>
            </w:r>
            <w:r>
              <w:rPr>
                <w:rFonts w:ascii="Calibri" w:hAnsi="Calibri"/>
                <w:szCs w:val="20"/>
              </w:rPr>
              <w:t>/09</w:t>
            </w:r>
            <w:r w:rsidR="00230794">
              <w:rPr>
                <w:rFonts w:ascii="Calibri" w:hAnsi="Calibri"/>
                <w:szCs w:val="20"/>
              </w:rPr>
              <w:t>/2022</w:t>
            </w:r>
            <w:r w:rsidR="00DE4A68">
              <w:rPr>
                <w:rFonts w:ascii="Calibri" w:hAnsi="Calibri"/>
                <w:szCs w:val="20"/>
              </w:rPr>
              <w:t xml:space="preserve">    2:00 PM</w:t>
            </w:r>
          </w:p>
        </w:tc>
      </w:tr>
      <w:tr w:rsidR="00B0293A" w:rsidRPr="00A33618" w14:paraId="405F2EC0" w14:textId="77777777" w:rsidTr="00DE4A68">
        <w:tc>
          <w:tcPr>
            <w:tcW w:w="4315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1890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6783A509" w14:textId="4E52CFDE" w:rsidR="00B0293A" w:rsidRPr="00194728" w:rsidRDefault="008B6E6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E67D1A">
              <w:rPr>
                <w:rFonts w:ascii="Calibri" w:hAnsi="Calibri"/>
                <w:szCs w:val="20"/>
              </w:rPr>
              <w:t>3/09</w:t>
            </w:r>
            <w:r w:rsidR="00141954">
              <w:rPr>
                <w:rFonts w:ascii="Calibri" w:hAnsi="Calibri"/>
                <w:szCs w:val="20"/>
              </w:rPr>
              <w:t>/2022</w:t>
            </w:r>
            <w:r w:rsidR="00DE4A68">
              <w:rPr>
                <w:rFonts w:ascii="Calibri" w:hAnsi="Calibri"/>
                <w:szCs w:val="20"/>
              </w:rPr>
              <w:t xml:space="preserve">    2:00 PM</w:t>
            </w:r>
          </w:p>
        </w:tc>
      </w:tr>
      <w:tr w:rsidR="00B0293A" w:rsidRPr="00A33618" w14:paraId="169855ED" w14:textId="77777777" w:rsidTr="00DE4A68">
        <w:tc>
          <w:tcPr>
            <w:tcW w:w="4315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1890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48C3B234" w14:textId="03586910" w:rsidR="00B0293A" w:rsidRPr="00194728" w:rsidRDefault="008B6E6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26</w:t>
            </w:r>
            <w:r w:rsidRPr="008B6E64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</w:t>
            </w:r>
            <w:r w:rsidR="00E67D1A">
              <w:rPr>
                <w:rFonts w:ascii="Calibri" w:hAnsi="Calibri"/>
                <w:szCs w:val="20"/>
              </w:rPr>
              <w:t>September</w:t>
            </w:r>
            <w:r w:rsidR="003D4D5A">
              <w:rPr>
                <w:rFonts w:ascii="Calibri" w:hAnsi="Calibri"/>
                <w:szCs w:val="20"/>
              </w:rPr>
              <w:t>,</w:t>
            </w:r>
            <w:r w:rsidR="001331C5">
              <w:rPr>
                <w:rFonts w:ascii="Calibri" w:hAnsi="Calibri"/>
                <w:szCs w:val="20"/>
              </w:rPr>
              <w:t xml:space="preserve"> 2022</w:t>
            </w:r>
            <w:r w:rsidR="00DE4A68">
              <w:rPr>
                <w:rFonts w:ascii="Calibri" w:hAnsi="Calibri"/>
                <w:szCs w:val="20"/>
              </w:rPr>
              <w:t xml:space="preserve"> 9:00 AM – 5:15PM.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1571A" w14:textId="77777777" w:rsidR="00151DFB" w:rsidRDefault="00151DFB">
      <w:r>
        <w:separator/>
      </w:r>
    </w:p>
  </w:endnote>
  <w:endnote w:type="continuationSeparator" w:id="0">
    <w:p w14:paraId="68504797" w14:textId="77777777" w:rsidR="00151DFB" w:rsidRDefault="00151DFB">
      <w:r>
        <w:continuationSeparator/>
      </w:r>
    </w:p>
  </w:endnote>
  <w:endnote w:type="continuationNotice" w:id="1">
    <w:p w14:paraId="602F089C" w14:textId="77777777" w:rsidR="00151DFB" w:rsidRDefault="00151D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463AD1B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E67D1A" w:rsidRPr="00E67D1A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E67D1A" w:rsidRPr="00E67D1A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5117E910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B6E64">
      <w:rPr>
        <w:noProof/>
      </w:rPr>
      <w:t>2022-08-11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D7685" w14:textId="77777777" w:rsidR="00151DFB" w:rsidRDefault="00151DFB">
      <w:r>
        <w:separator/>
      </w:r>
    </w:p>
  </w:footnote>
  <w:footnote w:type="continuationSeparator" w:id="0">
    <w:p w14:paraId="71F87EA5" w14:textId="77777777" w:rsidR="00151DFB" w:rsidRDefault="00151DFB">
      <w:r>
        <w:continuationSeparator/>
      </w:r>
    </w:p>
  </w:footnote>
  <w:footnote w:type="continuationNotice" w:id="1">
    <w:p w14:paraId="033C2BEF" w14:textId="77777777" w:rsidR="00151DFB" w:rsidRDefault="00151D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6C9C6571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RFQ-MXXX-2020-</w:t>
    </w:r>
    <w:r w:rsidRPr="00FE039B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614408">
    <w:abstractNumId w:val="1"/>
  </w:num>
  <w:num w:numId="2" w16cid:durableId="1707485108">
    <w:abstractNumId w:val="10"/>
  </w:num>
  <w:num w:numId="3" w16cid:durableId="502622293">
    <w:abstractNumId w:val="11"/>
  </w:num>
  <w:num w:numId="4" w16cid:durableId="1076628029">
    <w:abstractNumId w:val="4"/>
  </w:num>
  <w:num w:numId="5" w16cid:durableId="41901805">
    <w:abstractNumId w:val="3"/>
  </w:num>
  <w:num w:numId="6" w16cid:durableId="193924127">
    <w:abstractNumId w:val="7"/>
  </w:num>
  <w:num w:numId="7" w16cid:durableId="617368968">
    <w:abstractNumId w:val="5"/>
  </w:num>
  <w:num w:numId="8" w16cid:durableId="1180967429">
    <w:abstractNumId w:val="9"/>
  </w:num>
  <w:num w:numId="9" w16cid:durableId="364328208">
    <w:abstractNumId w:val="0"/>
  </w:num>
  <w:num w:numId="10" w16cid:durableId="874661504">
    <w:abstractNumId w:val="8"/>
  </w:num>
  <w:num w:numId="11" w16cid:durableId="463811571">
    <w:abstractNumId w:val="2"/>
  </w:num>
  <w:num w:numId="12" w16cid:durableId="133657354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1C5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1954"/>
    <w:rsid w:val="00142A0D"/>
    <w:rsid w:val="001443D8"/>
    <w:rsid w:val="00144751"/>
    <w:rsid w:val="00147C6C"/>
    <w:rsid w:val="00150409"/>
    <w:rsid w:val="00151734"/>
    <w:rsid w:val="00151A2B"/>
    <w:rsid w:val="00151DF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728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794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4A23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591B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D5A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51E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3933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0672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6E64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4D2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495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CE6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3731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A68"/>
    <w:rsid w:val="00DE4B7D"/>
    <w:rsid w:val="00DE50D4"/>
    <w:rsid w:val="00DE5C96"/>
    <w:rsid w:val="00DE709E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67D1A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6895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0C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D43465-FE4A-4AE1-A943-AB36762E1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15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1379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9</cp:revision>
  <cp:lastPrinted>2013-10-18T08:32:00Z</cp:lastPrinted>
  <dcterms:created xsi:type="dcterms:W3CDTF">2022-02-08T07:32:00Z</dcterms:created>
  <dcterms:modified xsi:type="dcterms:W3CDTF">2022-08-11T02:40:00Z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